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00" w:rsidRDefault="00E32A00">
      <w:pPr>
        <w:pStyle w:val="ah1"/>
      </w:pPr>
      <w:r>
        <w:t>assessment</w:t>
      </w:r>
    </w:p>
    <w:p w:rsidR="00E32A00" w:rsidRDefault="00E32A00">
      <w:pPr>
        <w:pStyle w:val="assessmenthead"/>
      </w:pPr>
      <w:r>
        <w:t>Reflection Group: Self-Assessment</w:t>
      </w:r>
    </w:p>
    <w:p w:rsidR="00E32A00" w:rsidRDefault="00E32A00" w:rsidP="00551082">
      <w:pPr>
        <w:pStyle w:val="name"/>
        <w:tabs>
          <w:tab w:val="clear" w:pos="9120"/>
          <w:tab w:val="right" w:leader="underscore" w:pos="10440"/>
        </w:tabs>
      </w:pPr>
      <w:r>
        <w:t>Name</w:t>
      </w:r>
      <w:r>
        <w:tab/>
        <w:t>Date</w:t>
      </w:r>
      <w:r>
        <w:tab/>
      </w:r>
    </w:p>
    <w:p w:rsidR="00E32A00" w:rsidRDefault="00E32A00" w:rsidP="005318FE">
      <w:pPr>
        <w:pStyle w:val="text"/>
        <w:spacing w:before="320"/>
      </w:pPr>
      <w:r>
        <w:t xml:space="preserve">Today I participated:     </w:t>
      </w:r>
      <w:r>
        <w:rPr>
          <w:sz w:val="32"/>
        </w:rPr>
        <w:sym w:font="Wingdings" w:char="F06F"/>
      </w:r>
      <w:r>
        <w:t xml:space="preserve"> Too much      </w:t>
      </w:r>
      <w:r>
        <w:rPr>
          <w:sz w:val="32"/>
        </w:rPr>
        <w:sym w:font="Wingdings" w:char="F06F"/>
      </w:r>
      <w:r>
        <w:t xml:space="preserve"> </w:t>
      </w:r>
      <w:proofErr w:type="gramStart"/>
      <w:r>
        <w:t>Too</w:t>
      </w:r>
      <w:proofErr w:type="gramEnd"/>
      <w:r>
        <w:t xml:space="preserve"> little     </w:t>
      </w:r>
      <w:r>
        <w:rPr>
          <w:sz w:val="32"/>
        </w:rPr>
        <w:sym w:font="Wingdings" w:char="F06F"/>
      </w:r>
      <w:r>
        <w:t xml:space="preserve"> Just the right amount  </w:t>
      </w:r>
    </w:p>
    <w:p w:rsidR="00E32A00" w:rsidRDefault="00E32A00" w:rsidP="005318FE">
      <w:pPr>
        <w:pStyle w:val="text"/>
        <w:tabs>
          <w:tab w:val="clear" w:pos="9360"/>
          <w:tab w:val="right" w:leader="underscore" w:pos="10440"/>
        </w:tabs>
        <w:spacing w:before="320"/>
      </w:pPr>
      <w:r>
        <w:t>My most important contribution to the discussion was</w:t>
      </w:r>
      <w:r>
        <w:tab/>
      </w:r>
    </w:p>
    <w:p w:rsidR="00E32A00" w:rsidRDefault="00E32A00" w:rsidP="005B7658">
      <w:pPr>
        <w:pStyle w:val="fillin"/>
        <w:tabs>
          <w:tab w:val="clear" w:pos="10080"/>
          <w:tab w:val="right" w:leader="underscore" w:pos="10440"/>
        </w:tabs>
        <w:spacing w:before="320"/>
      </w:pPr>
      <w:r>
        <w:tab/>
      </w:r>
    </w:p>
    <w:p w:rsidR="00E32A00" w:rsidRDefault="00E32A00" w:rsidP="005318FE">
      <w:pPr>
        <w:pStyle w:val="text"/>
        <w:tabs>
          <w:tab w:val="clear" w:pos="9360"/>
          <w:tab w:val="right" w:leader="underscore" w:pos="10440"/>
        </w:tabs>
        <w:spacing w:before="320"/>
      </w:pPr>
      <w:r>
        <w:t>Our group is getting better at</w:t>
      </w:r>
      <w:r>
        <w:tab/>
      </w:r>
    </w:p>
    <w:p w:rsidR="00E32A00" w:rsidRDefault="00E32A00" w:rsidP="005B7658">
      <w:pPr>
        <w:pStyle w:val="fillin"/>
        <w:tabs>
          <w:tab w:val="clear" w:pos="10080"/>
          <w:tab w:val="right" w:leader="underscore" w:pos="10440"/>
        </w:tabs>
        <w:spacing w:before="320"/>
      </w:pPr>
      <w:r>
        <w:tab/>
      </w:r>
    </w:p>
    <w:p w:rsidR="00E32A00" w:rsidRDefault="00E32A00" w:rsidP="005318FE">
      <w:pPr>
        <w:pStyle w:val="text"/>
        <w:tabs>
          <w:tab w:val="clear" w:pos="9360"/>
          <w:tab w:val="right" w:leader="underscore" w:pos="10440"/>
        </w:tabs>
        <w:spacing w:before="320"/>
      </w:pPr>
      <w:r>
        <w:t>We still need to work on</w:t>
      </w:r>
      <w:r>
        <w:tab/>
      </w:r>
    </w:p>
    <w:p w:rsidR="00E32A00" w:rsidRDefault="00E32A00" w:rsidP="005B7658">
      <w:pPr>
        <w:pStyle w:val="fillin"/>
        <w:tabs>
          <w:tab w:val="clear" w:pos="10080"/>
          <w:tab w:val="right" w:leader="underscore" w:pos="10440"/>
        </w:tabs>
        <w:spacing w:before="320"/>
      </w:pPr>
      <w:r>
        <w:tab/>
      </w:r>
    </w:p>
    <w:p w:rsidR="00E32A00" w:rsidRDefault="00E32A00">
      <w:pPr>
        <w:pStyle w:val="h2"/>
        <w:spacing w:after="120"/>
      </w:pPr>
      <w:r>
        <w:t>Rating Scale</w:t>
      </w:r>
    </w:p>
    <w:p w:rsidR="00E32A00" w:rsidRDefault="00E32A00" w:rsidP="005B7658">
      <w:pPr>
        <w:pStyle w:val="unl"/>
      </w:pPr>
      <w:r>
        <w:rPr>
          <w:b/>
        </w:rPr>
        <w:t>5</w:t>
      </w:r>
      <w:r>
        <w:tab/>
        <w:t xml:space="preserve">great </w:t>
      </w:r>
      <w:proofErr w:type="gramStart"/>
      <w:r>
        <w:t>job</w:t>
      </w:r>
      <w:proofErr w:type="gramEnd"/>
    </w:p>
    <w:p w:rsidR="00E32A00" w:rsidRDefault="00E32A00" w:rsidP="005B7658">
      <w:pPr>
        <w:pStyle w:val="unl"/>
      </w:pPr>
      <w:r>
        <w:rPr>
          <w:b/>
        </w:rPr>
        <w:t>4</w:t>
      </w:r>
      <w:r>
        <w:tab/>
        <w:t>pretty good</w:t>
      </w:r>
    </w:p>
    <w:p w:rsidR="00E32A00" w:rsidRDefault="00E32A00" w:rsidP="005B7658">
      <w:pPr>
        <w:pStyle w:val="unl"/>
      </w:pPr>
      <w:r>
        <w:rPr>
          <w:b/>
        </w:rPr>
        <w:t>3</w:t>
      </w:r>
      <w:r>
        <w:tab/>
        <w:t>I could do better</w:t>
      </w:r>
    </w:p>
    <w:p w:rsidR="00E32A00" w:rsidRDefault="00E32A00" w:rsidP="005B7658">
      <w:pPr>
        <w:pStyle w:val="unl"/>
      </w:pPr>
      <w:r>
        <w:rPr>
          <w:b/>
        </w:rPr>
        <w:t>2</w:t>
      </w:r>
      <w:r>
        <w:tab/>
        <w:t>I need to make a plan for improving</w:t>
      </w:r>
    </w:p>
    <w:p w:rsidR="00E32A00" w:rsidRDefault="00E32A00">
      <w:pPr>
        <w:pStyle w:val="h2"/>
        <w:spacing w:after="120"/>
      </w:pPr>
      <w:r>
        <w:t>My Score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tab/>
      </w:r>
      <w:r>
        <w:tab/>
        <w:t>1.</w:t>
      </w:r>
      <w:r>
        <w:tab/>
        <w:t xml:space="preserve">I read the selection </w:t>
      </w:r>
      <w:r>
        <w:rPr>
          <w:sz w:val="26"/>
        </w:rPr>
        <w:t>thoughtfully.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2.</w:t>
      </w:r>
      <w:r>
        <w:rPr>
          <w:sz w:val="26"/>
        </w:rPr>
        <w:tab/>
        <w:t>I marked key points in the text with sticky notes.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3.</w:t>
      </w:r>
      <w:r>
        <w:rPr>
          <w:sz w:val="26"/>
        </w:rPr>
        <w:tab/>
        <w:t>I prepared by thinking about what I would say in the group.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4.</w:t>
      </w:r>
      <w:r>
        <w:rPr>
          <w:sz w:val="26"/>
        </w:rPr>
        <w:tab/>
        <w:t>I stayed on the topic.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5.</w:t>
      </w:r>
      <w:r>
        <w:rPr>
          <w:sz w:val="26"/>
        </w:rPr>
        <w:tab/>
        <w:t>I compared the story to my life and to other books I have read.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6.</w:t>
      </w:r>
      <w:r>
        <w:rPr>
          <w:sz w:val="26"/>
        </w:rPr>
        <w:tab/>
        <w:t>I thought about critical story elements.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7.</w:t>
      </w:r>
      <w:r>
        <w:rPr>
          <w:sz w:val="26"/>
        </w:rPr>
        <w:tab/>
        <w:t>I asked questions when I didn’t understand.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8.</w:t>
      </w:r>
      <w:r>
        <w:rPr>
          <w:sz w:val="26"/>
        </w:rPr>
        <w:tab/>
        <w:t>I had eye contact with members of my group.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9.</w:t>
      </w:r>
      <w:r>
        <w:rPr>
          <w:sz w:val="26"/>
        </w:rPr>
        <w:tab/>
        <w:t>I encouraged others to speak.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line="340" w:lineRule="exact"/>
        <w:ind w:left="360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>10.</w:t>
      </w:r>
      <w:r>
        <w:rPr>
          <w:sz w:val="26"/>
        </w:rPr>
        <w:tab/>
        <w:t>I was a good listener.</w:t>
      </w:r>
    </w:p>
    <w:p w:rsidR="00E32A00" w:rsidRDefault="00E32A00">
      <w:pPr>
        <w:tabs>
          <w:tab w:val="right" w:leader="underscore" w:pos="1080"/>
          <w:tab w:val="right" w:pos="1440"/>
          <w:tab w:val="left" w:pos="1620"/>
          <w:tab w:val="left" w:pos="6627"/>
        </w:tabs>
        <w:spacing w:before="80" w:line="340" w:lineRule="exact"/>
        <w:ind w:left="360"/>
        <w:rPr>
          <w:b/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b/>
          <w:sz w:val="26"/>
        </w:rPr>
        <w:t>My total for today</w:t>
      </w:r>
    </w:p>
    <w:p w:rsidR="00E32A00" w:rsidRDefault="00E32A00" w:rsidP="005318FE">
      <w:pPr>
        <w:pStyle w:val="text"/>
        <w:tabs>
          <w:tab w:val="clear" w:pos="9360"/>
          <w:tab w:val="right" w:leader="underscore" w:pos="10440"/>
        </w:tabs>
        <w:spacing w:before="360"/>
      </w:pPr>
      <w:r>
        <w:t>I am getting better at</w:t>
      </w:r>
      <w:r>
        <w:tab/>
      </w:r>
      <w:r>
        <w:tab/>
      </w:r>
    </w:p>
    <w:p w:rsidR="00E32A00" w:rsidRDefault="00E32A00" w:rsidP="005B7658">
      <w:pPr>
        <w:pStyle w:val="fillin"/>
        <w:tabs>
          <w:tab w:val="clear" w:pos="10080"/>
          <w:tab w:val="right" w:leader="underscore" w:pos="10440"/>
        </w:tabs>
        <w:spacing w:before="320"/>
      </w:pPr>
      <w:r>
        <w:tab/>
      </w:r>
    </w:p>
    <w:sectPr w:rsidR="00E32A00" w:rsidSect="00E32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80FAE">
      <w:r>
        <w:separator/>
      </w:r>
    </w:p>
  </w:endnote>
  <w:endnote w:type="continuationSeparator" w:id="0">
    <w:p w:rsidR="00000000" w:rsidRDefault="00E80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 Roman">
    <w:altName w:val="Helvetic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Footer"/>
    </w:pPr>
    <w:r>
      <w:t xml:space="preserve">May be copied for classroom use. © 2009 by Linda Hoyt from </w:t>
    </w:r>
    <w:r>
      <w:rPr>
        <w:i/>
      </w:rPr>
      <w:t>Revisit, Reflect, Retell: Updated Edition.</w:t>
    </w:r>
    <w:r>
      <w:t xml:space="preserve"> Portsmouth, NH: Heinemann.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80FAE">
      <w:r>
        <w:separator/>
      </w:r>
    </w:p>
  </w:footnote>
  <w:footnote w:type="continuationSeparator" w:id="0">
    <w:p w:rsidR="00000000" w:rsidRDefault="00E80F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A00" w:rsidRDefault="00E32A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intPostScriptOverText/>
  <w:embedSystemFonts/>
  <w:bordersDoNotSurroundHeader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0598"/>
    <w:rsid w:val="00E32A00"/>
    <w:rsid w:val="00E80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pPr>
      <w:spacing w:before="240"/>
    </w:pPr>
    <w:rPr>
      <w:sz w:val="17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ind w:left="360"/>
      <w:outlineLvl w:val="0"/>
    </w:pPr>
    <w:rPr>
      <w:b/>
      <w:sz w:val="26"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paragraph" w:customStyle="1" w:styleId="ah1">
    <w:name w:val="ah1"/>
    <w:basedOn w:val="Normal"/>
    <w:pPr>
      <w:spacing w:before="120" w:line="540" w:lineRule="exact"/>
      <w:jc w:val="center"/>
    </w:pPr>
    <w:rPr>
      <w:rFonts w:ascii="Times New Roman" w:hAnsi="Times New Roman"/>
      <w:b/>
      <w:smallCaps/>
      <w:sz w:val="44"/>
    </w:rPr>
  </w:style>
  <w:style w:type="paragraph" w:customStyle="1" w:styleId="ReproTExt">
    <w:name w:val="Repro TExt"/>
    <w:pPr>
      <w:spacing w:line="640" w:lineRule="exact"/>
    </w:pPr>
    <w:rPr>
      <w:rFonts w:ascii="Myriad Roman" w:hAnsi="Myriad Roman"/>
      <w:sz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RRRCh2bw_ReflectGroup.doc</Template>
  <TotalTime>3</TotalTime>
  <Pages>1</Pages>
  <Words>131</Words>
  <Characters>749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JEANINE DUNKLEY</cp:lastModifiedBy>
  <cp:revision>2</cp:revision>
  <cp:lastPrinted>2010-05-18T22:50:00Z</cp:lastPrinted>
  <dcterms:created xsi:type="dcterms:W3CDTF">2010-05-18T22:51:00Z</dcterms:created>
  <dcterms:modified xsi:type="dcterms:W3CDTF">2010-05-18T22:51:00Z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